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B3394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mš obchodní – reko</w:t>
            </w:r>
            <w:r w:rsidR="00926441">
              <w:rPr>
                <w:rFonts w:ascii="Arial" w:hAnsi="Arial" w:cs="Arial"/>
                <w:color w:val="FF0000"/>
                <w:sz w:val="24"/>
                <w:szCs w:val="24"/>
              </w:rPr>
              <w:t>nstrukce silnoproudu a slaboproudu</w:t>
            </w:r>
            <w:r w:rsidR="00231EEA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I. etapa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41C80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41C80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6EE1B40C</Template>
  <TotalTime>49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40</cp:revision>
  <cp:lastPrinted>2021-05-24T06:24:00Z</cp:lastPrinted>
  <dcterms:created xsi:type="dcterms:W3CDTF">2019-09-19T08:40:00Z</dcterms:created>
  <dcterms:modified xsi:type="dcterms:W3CDTF">2025-04-07T06:09:00Z</dcterms:modified>
</cp:coreProperties>
</file>